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2A05C5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DD2B8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44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2A05C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30636" w:rsidRDefault="00D0461E" w:rsidP="00DD2B8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D2B82" w:rsidRPr="00DD2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Југоисточна  </w:t>
            </w:r>
            <w:r w:rsidR="00DD2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Азија: географске одлике—</w:t>
            </w:r>
            <w:r w:rsidR="00DD2B82" w:rsidRPr="00DD2B8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Тропска  регија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5E1EEF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географске  одлике  </w:t>
            </w:r>
            <w:r w:rsidR="00DD2B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Југоисточне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Азије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>Ус</w:t>
            </w:r>
            <w:r w:rsidR="005E1E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војити  нова  знања  о 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географским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одлика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DD2B82">
              <w:rPr>
                <w:rFonts w:ascii="Times New Roman" w:hAnsi="Times New Roman"/>
                <w:sz w:val="24"/>
                <w:szCs w:val="24"/>
                <w:lang w:val="sr-Cyrl-CS"/>
              </w:rPr>
              <w:t>Југпоисточне</w:t>
            </w:r>
            <w:r w:rsidR="005E1E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A05C5">
              <w:rPr>
                <w:rFonts w:ascii="Times New Roman" w:hAnsi="Times New Roman"/>
                <w:sz w:val="24"/>
                <w:szCs w:val="24"/>
                <w:lang w:val="sr-Cyrl-CS"/>
              </w:rPr>
              <w:t>Азије</w:t>
            </w:r>
          </w:p>
          <w:p w:rsidR="00530636" w:rsidRPr="00671283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2B82" w:rsidRPr="00DD2B82" w:rsidRDefault="00DD2B82" w:rsidP="00DD2B8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и  на карти  образложи  важност географског  положаја  регије</w:t>
            </w:r>
          </w:p>
          <w:p w:rsidR="00DD2B82" w:rsidRPr="00DD2B82" w:rsidRDefault="00DD2B82" w:rsidP="00DD2B8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-на  карти  покаже  оствске  групе  и  највећа  острва  Малајског  архипелага</w:t>
            </w:r>
          </w:p>
          <w:p w:rsidR="00DD2B82" w:rsidRPr="00DD2B82" w:rsidRDefault="00DD2B82" w:rsidP="00DD2B8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појаву  вулкана  и  земљотреса</w:t>
            </w:r>
          </w:p>
          <w:p w:rsidR="00DD2B82" w:rsidRPr="00DD2B82" w:rsidRDefault="00DD2B82" w:rsidP="00DD2B8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одлике  климе</w:t>
            </w:r>
          </w:p>
          <w:p w:rsidR="00DD2B82" w:rsidRPr="00DD2B82" w:rsidRDefault="00DD2B82" w:rsidP="00DD2B8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зашто је  регија мешавина  народа  и  култура</w:t>
            </w:r>
          </w:p>
          <w:p w:rsidR="00DD2B82" w:rsidRPr="00DD2B82" w:rsidRDefault="00DD2B82" w:rsidP="00DD2B8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постојање  специфичне  плантажне  пољопривреде, али  и  појаву  нових  индустријских  земаља</w:t>
            </w:r>
          </w:p>
          <w:p w:rsidR="00D0461E" w:rsidRPr="00B07CAB" w:rsidRDefault="00DD2B82" w:rsidP="00DD2B8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-наведе  разлоге  развијеног  туризма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7CAB" w:rsidRDefault="00670648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  <w:r w:rsidR="00B07CAB" w:rsidRPr="00B07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DD2B82" w:rsidRPr="00DD2B82" w:rsidRDefault="00DD2B82" w:rsidP="00DD2B82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B8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ГЕ1.1.3. Препознаје и чита географске и допунске елементе карте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--</w:t>
            </w:r>
            <w:r w:rsidRPr="00DD2B8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чита називе мора, залива, полуострва, архипелага, острва и морских пролаза на простору Југоисточне  Азије.</w:t>
            </w:r>
          </w:p>
          <w:p w:rsidR="00DD2B82" w:rsidRPr="00DD2B82" w:rsidRDefault="00DD2B82" w:rsidP="00DD2B82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B8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ГЕ1.4.2. Препознаје основне природне и друштвене одлике Југоисточне Азије. </w:t>
            </w:r>
          </w:p>
          <w:p w:rsidR="00DD2B82" w:rsidRDefault="00670648" w:rsidP="00DD2B82">
            <w:pPr>
              <w:tabs>
                <w:tab w:val="left" w:pos="1943"/>
              </w:tabs>
              <w:ind w:right="-200"/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DD2B82" w:rsidRPr="00DD2B8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</w:p>
          <w:p w:rsidR="00DD2B82" w:rsidRPr="00DD2B82" w:rsidRDefault="00DD2B82" w:rsidP="00DD2B8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– океана, мора, залива, полуострва, архипелага, острва и морских пролаза на простору Југоисточне  Азије.</w:t>
            </w:r>
          </w:p>
          <w:p w:rsidR="00DD2B82" w:rsidRPr="00DD2B82" w:rsidRDefault="00DD2B82" w:rsidP="00DD2B8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DD2B82" w:rsidRPr="00DD2B82" w:rsidRDefault="00DD2B82" w:rsidP="00DD2B8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DD2B8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природне и друштвене одлике Југоисточне  Азије.</w:t>
            </w:r>
          </w:p>
          <w:p w:rsidR="005E1EEF" w:rsidRDefault="00670648" w:rsidP="005E1EEF">
            <w:pPr>
              <w:tabs>
                <w:tab w:val="left" w:pos="1943"/>
              </w:tabs>
              <w:ind w:right="-200"/>
              <w:rPr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  <w:r w:rsidR="005E1EEF">
              <w:t xml:space="preserve"> </w:t>
            </w:r>
          </w:p>
          <w:p w:rsidR="00DD2B82" w:rsidRPr="00DD2B82" w:rsidRDefault="00DD2B82" w:rsidP="00DD2B82">
            <w:pPr>
              <w:tabs>
                <w:tab w:val="left" w:pos="1943"/>
              </w:tabs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D2B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ГЕ3.1.1. Анализира географску карту и доноси закључке о значају „прелазног” географског положаја и о томе како се он одражава на друге географске одлике ове регије.</w:t>
            </w:r>
          </w:p>
          <w:p w:rsidR="00DD2B82" w:rsidRPr="00DD2B82" w:rsidRDefault="00DD2B82" w:rsidP="00DD2B82">
            <w:pPr>
              <w:tabs>
                <w:tab w:val="left" w:pos="1943"/>
              </w:tabs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D2B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Југоисточној Азији – природни „мост” између Азије и Аустралије, Индијског и Тихог океана. Уочава и разуме положај у оквиру „Ватреног појаса Пацифика”.  </w:t>
            </w:r>
          </w:p>
          <w:p w:rsidR="00530636" w:rsidRPr="00DD2B82" w:rsidRDefault="00530636" w:rsidP="00DD2B82">
            <w:pPr>
              <w:tabs>
                <w:tab w:val="left" w:pos="1943"/>
              </w:tabs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5E1E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776B39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2A05C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ликовна  култура</w:t>
            </w:r>
            <w:r w:rsidR="00DD2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,биологија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6712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442829" w:rsidP="005E1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део часа: </w:t>
            </w:r>
          </w:p>
        </w:tc>
      </w:tr>
      <w:tr w:rsidR="0096516D" w:rsidRPr="00B37DAE" w:rsidTr="00822D6D">
        <w:tc>
          <w:tcPr>
            <w:tcW w:w="9576" w:type="dxa"/>
          </w:tcPr>
          <w:p w:rsidR="00776B39" w:rsidRPr="00DD2B82" w:rsidRDefault="00776B39" w:rsidP="00DD2B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У  раз</w:t>
            </w:r>
            <w:r w:rsidR="002A64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говору  са  ученицима и  покази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вањем  на  карти  понављамо  разуђеност  обала  Азије.</w:t>
            </w:r>
          </w:p>
          <w:p w:rsidR="0096516D" w:rsidRPr="00B07CAB" w:rsidRDefault="0096516D" w:rsidP="00C64EA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Главни </w:t>
            </w:r>
            <w:r w:rsidR="00C64E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776B39" w:rsidRDefault="00776B39" w:rsidP="00DD2B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Упућујемо  ученике  да  на  карти  Југоисточне Азије у  атласу пронађу </w:t>
            </w:r>
            <w:r w:rsidRPr="00776B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највеће архипелаге, острва, полуострва, морске пр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олазе и на основу тога закључе</w:t>
            </w:r>
            <w:r w:rsidRPr="00776B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какав је географск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положај регије и његов значај.Са  ученицима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издвајамо </w:t>
            </w:r>
            <w:r w:rsidRPr="00776B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острвске групе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тражимо  да уоче </w:t>
            </w:r>
            <w:r w:rsidRPr="00776B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 највећа острва у тим групама.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776B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одсећа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</w:t>
            </w:r>
            <w:r w:rsidRPr="00776B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ученике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појам „ватрени појас Пацифика“.Захтевамо да ученици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траже </w:t>
            </w:r>
            <w:r w:rsidRPr="00776B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географс</w:t>
            </w:r>
            <w:r w:rsidR="008F2C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 карти најзначајније вулкане. Д</w:t>
            </w:r>
            <w:r w:rsidR="008F2C9A" w:rsidRPr="008F2C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ефинише</w:t>
            </w:r>
            <w:r w:rsidR="008F2C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  појмове „тајфун“ и „цунами“.</w:t>
            </w:r>
            <w:r w:rsidR="008F2C9A">
              <w:t xml:space="preserve"> </w:t>
            </w:r>
            <w:r w:rsidR="008F2C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8F2C9A" w:rsidRPr="008F2C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омаже</w:t>
            </w:r>
            <w:r w:rsidR="008F2C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</w:t>
            </w:r>
            <w:r w:rsidR="008F2C9A" w:rsidRPr="008F2C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 ученици уоче разлике између монсунских и влажних тропских шума, као и специфичности живог света – мангрове шуме, оран</w:t>
            </w:r>
            <w:r w:rsidR="008F2C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гутани, гуштер са острва Комодо.Наводимо  одлике привреде, главне  пољопривредне  производе,  руде  и  туризам.Истачемо</w:t>
            </w:r>
            <w:r w:rsidR="008F2C9A" w:rsidRPr="008F2C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значај регије у светској привреди.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 w:rsidP="00C64E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F784B" w:rsidRPr="00B37DAE" w:rsidTr="00886172">
        <w:tc>
          <w:tcPr>
            <w:tcW w:w="9576" w:type="dxa"/>
          </w:tcPr>
          <w:p w:rsidR="00BB22B2" w:rsidRDefault="008F2C9A" w:rsidP="00BB22B2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Разговарамо  са  ученицима</w:t>
            </w:r>
            <w:r w:rsidR="00BB22B2" w:rsidRPr="00BB22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B22B2"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 свакодневно</w:t>
            </w:r>
            <w:r w:rsid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 животу становника Југоис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точне Азије.</w:t>
            </w:r>
          </w:p>
          <w:p w:rsidR="00442829" w:rsidRPr="00932B8C" w:rsidRDefault="008F2C9A" w:rsidP="0044282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Саопштавамо  задатак да</w:t>
            </w:r>
            <w:r w:rsid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уз  помоћ  географског  атласа  на  немој карти  Југоисточне  Азије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 Вежбанци (стр.  20) ураде  најпре  тражени  задатак и  да  испишу </w:t>
            </w:r>
            <w:r w:rsid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називе  већих  острва  и  мора.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932B8C" w:rsidRPr="00932B8C" w:rsidRDefault="00B80B22" w:rsidP="00BB22B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  <w:r w:rsidR="00932B8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</w:t>
            </w: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B22B2" w:rsidRPr="00776B39" w:rsidRDefault="00BB22B2" w:rsidP="00BB22B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</w:t>
            </w: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76B3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ЈУГОИСТОЧНА АЗИЈА   ГЕОГРАФСКЕ ОДЛИКЕ </w:t>
            </w:r>
          </w:p>
          <w:p w:rsidR="00BB22B2" w:rsidRPr="00776B39" w:rsidRDefault="00776B39" w:rsidP="00BB22B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</w:t>
            </w:r>
            <w:r w:rsidRPr="00776B3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ТРОПСКА   РЕГИЈА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– „Мост“ између два континента и веза два океана;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– острвска и полуострвска </w:t>
            </w:r>
            <w:r w:rsidR="00776B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регија;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– „ватрени појас Пацифика“ – </w:t>
            </w:r>
            <w:r w:rsidR="002A64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чести земљотреси, цунами </w:t>
            </w:r>
            <w:bookmarkStart w:id="0" w:name="_GoBack"/>
            <w:bookmarkEnd w:id="0"/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таласи, бројни вулкани – Кракатау, 1883;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клима: монсунска и екваторијална, чести </w:t>
            </w:r>
            <w:r w:rsidR="00776B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тропски циклони,</w:t>
            </w:r>
            <w:r w:rsidR="00776B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т</w:t>
            </w: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ајфуни;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монсунске и влажне тропске шуме;</w:t>
            </w:r>
            <w:r w:rsidR="008F2C9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гуштер  са  острва  Комодо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прелазни расни типови;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религије: будизам, ислам, хришћанство (католицизам);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највећи градови: Џакарта, Бангкок, Хо Ши Мин, Манила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привреда: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– пољопривреда – пиринач, </w:t>
            </w:r>
            <w:r w:rsidR="00776B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тропско  воће, </w:t>
            </w: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тропски зачини, каучук,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– рударство – калај, нафта,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– туризам – богата природна и културна баштина.</w:t>
            </w: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B22B2" w:rsidRPr="00BB22B2" w:rsidRDefault="00BB22B2" w:rsidP="00BB22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--државе: табела на страни </w:t>
            </w: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110. у</w:t>
            </w:r>
            <w:r w:rsidRPr="00BB22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џбеника.</w:t>
            </w:r>
          </w:p>
          <w:p w:rsidR="00671283" w:rsidRPr="00BB22B2" w:rsidRDefault="0067128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A128EA2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091786"/>
    <w:multiLevelType w:val="hybridMultilevel"/>
    <w:tmpl w:val="6BE81656"/>
    <w:lvl w:ilvl="0" w:tplc="C7EC382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83F0F"/>
    <w:multiLevelType w:val="hybridMultilevel"/>
    <w:tmpl w:val="BD48F6B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0E7E1B"/>
    <w:rsid w:val="001646A0"/>
    <w:rsid w:val="00177289"/>
    <w:rsid w:val="00192825"/>
    <w:rsid w:val="001C6C13"/>
    <w:rsid w:val="001D57CA"/>
    <w:rsid w:val="002365E8"/>
    <w:rsid w:val="002A05C5"/>
    <w:rsid w:val="002A64D1"/>
    <w:rsid w:val="003321C2"/>
    <w:rsid w:val="00391413"/>
    <w:rsid w:val="003A7B13"/>
    <w:rsid w:val="003C170C"/>
    <w:rsid w:val="003F1D6D"/>
    <w:rsid w:val="00442829"/>
    <w:rsid w:val="0045123D"/>
    <w:rsid w:val="00466279"/>
    <w:rsid w:val="00491F36"/>
    <w:rsid w:val="004C7CD5"/>
    <w:rsid w:val="00530636"/>
    <w:rsid w:val="00545C96"/>
    <w:rsid w:val="005E1EEF"/>
    <w:rsid w:val="005F784B"/>
    <w:rsid w:val="00605D58"/>
    <w:rsid w:val="00606767"/>
    <w:rsid w:val="00657717"/>
    <w:rsid w:val="00664F16"/>
    <w:rsid w:val="00670648"/>
    <w:rsid w:val="00671283"/>
    <w:rsid w:val="00680587"/>
    <w:rsid w:val="006A4231"/>
    <w:rsid w:val="006F2937"/>
    <w:rsid w:val="00776B39"/>
    <w:rsid w:val="007906D8"/>
    <w:rsid w:val="007E6623"/>
    <w:rsid w:val="0080459B"/>
    <w:rsid w:val="00813711"/>
    <w:rsid w:val="00854D2A"/>
    <w:rsid w:val="008F0F0B"/>
    <w:rsid w:val="008F2C9A"/>
    <w:rsid w:val="00932B8C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07CAB"/>
    <w:rsid w:val="00B37DAE"/>
    <w:rsid w:val="00B80B22"/>
    <w:rsid w:val="00B85A26"/>
    <w:rsid w:val="00BA107D"/>
    <w:rsid w:val="00BB22B2"/>
    <w:rsid w:val="00BF20E4"/>
    <w:rsid w:val="00C379D6"/>
    <w:rsid w:val="00C64EA8"/>
    <w:rsid w:val="00C70D9C"/>
    <w:rsid w:val="00C81044"/>
    <w:rsid w:val="00CC0911"/>
    <w:rsid w:val="00D012A5"/>
    <w:rsid w:val="00D0461E"/>
    <w:rsid w:val="00D6605E"/>
    <w:rsid w:val="00DB15CC"/>
    <w:rsid w:val="00DD2B82"/>
    <w:rsid w:val="00DE65D7"/>
    <w:rsid w:val="00E4334D"/>
    <w:rsid w:val="00EC77F2"/>
    <w:rsid w:val="00F05659"/>
    <w:rsid w:val="00F137B9"/>
    <w:rsid w:val="00F36783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paragraph" w:styleId="Heading3">
    <w:name w:val="heading 3"/>
    <w:basedOn w:val="Normal"/>
    <w:next w:val="Normal"/>
    <w:link w:val="Heading3Char"/>
    <w:qFormat/>
    <w:rsid w:val="0044282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442829"/>
    <w:rPr>
      <w:rFonts w:ascii="Arial" w:eastAsia="Times New Roman" w:hAnsi="Arial" w:cs="Arial"/>
      <w:b/>
      <w:bCs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91FAB-3B13-4AFA-A9D9-EE38218F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cp:lastPrinted>2020-06-23T12:52:00Z</cp:lastPrinted>
  <dcterms:created xsi:type="dcterms:W3CDTF">2020-07-04T13:31:00Z</dcterms:created>
  <dcterms:modified xsi:type="dcterms:W3CDTF">2020-07-07T17:15:00Z</dcterms:modified>
</cp:coreProperties>
</file>